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D819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8194D">
              <w:rPr>
                <w:rFonts w:ascii="Times New Roman" w:hAnsi="Times New Roman" w:cs="Times New Roman"/>
                <w:b/>
                <w:sz w:val="24"/>
                <w:szCs w:val="24"/>
              </w:rPr>
              <w:t>Beyrer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819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5th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A6DF9">
              <w:rPr>
                <w:rFonts w:ascii="Times New Roman" w:hAnsi="Times New Roman" w:cs="Times New Roman"/>
                <w:sz w:val="24"/>
                <w:szCs w:val="24"/>
              </w:rPr>
              <w:t xml:space="preserve">Sept. </w:t>
            </w:r>
            <w:r w:rsidR="00D8194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19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4D">
              <w:rPr>
                <w:rFonts w:ascii="Calibri" w:eastAsia="Calibri" w:hAnsi="Calibri" w:cs="Times New Roman"/>
                <w:sz w:val="24"/>
                <w:szCs w:val="24"/>
              </w:rPr>
              <w:t>Unit 2 - Operations with Whole Numbers and Decimals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819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94D" w:rsidRPr="00D8194D">
              <w:rPr>
                <w:rFonts w:ascii="Times New Roman" w:hAnsi="Times New Roman" w:cs="Times New Roman"/>
                <w:sz w:val="24"/>
                <w:szCs w:val="24"/>
              </w:rPr>
              <w:t>Food Distribution List</w:t>
            </w:r>
            <w:r w:rsidR="00643B3E">
              <w:rPr>
                <w:rFonts w:ascii="Times New Roman" w:hAnsi="Times New Roman" w:cs="Times New Roman"/>
                <w:sz w:val="24"/>
                <w:szCs w:val="24"/>
              </w:rPr>
              <w:t>, Teach prior to task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3318CC" w:rsidRPr="003318CC">
              <w:rPr>
                <w:rFonts w:ascii="Times New Roman" w:hAnsi="Times New Roman" w:cs="Times New Roman"/>
                <w:sz w:val="24"/>
                <w:szCs w:val="24"/>
              </w:rPr>
              <w:t>How can I use division procedures to help me solve problems with large amounts?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76221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 from CC Unit 2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B6607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Colored Pencils</w:t>
            </w:r>
          </w:p>
        </w:tc>
        <w:tc>
          <w:tcPr>
            <w:tcW w:w="5496" w:type="dxa"/>
            <w:gridSpan w:val="2"/>
          </w:tcPr>
          <w:p w:rsidR="00D85633" w:rsidRPr="003318CC" w:rsidRDefault="003318C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8CC">
              <w:rPr>
                <w:rFonts w:ascii="Times New Roman" w:hAnsi="Times New Roman" w:cs="Times New Roman"/>
                <w:sz w:val="24"/>
                <w:szCs w:val="24"/>
              </w:rPr>
              <w:t>Multiplication/multiply,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8CC">
              <w:rPr>
                <w:rFonts w:ascii="Times New Roman" w:hAnsi="Times New Roman" w:cs="Times New Roman"/>
                <w:sz w:val="24"/>
                <w:szCs w:val="24"/>
              </w:rPr>
              <w:t>division/divide</w:t>
            </w:r>
            <w:r w:rsidR="004A6DF9">
              <w:rPr>
                <w:rFonts w:ascii="Times New Roman" w:hAnsi="Times New Roman" w:cs="Times New Roman"/>
                <w:sz w:val="24"/>
                <w:szCs w:val="24"/>
              </w:rPr>
              <w:t>, dividend, divisor, quotient,</w:t>
            </w:r>
            <w:r w:rsidRPr="003318CC">
              <w:rPr>
                <w:rFonts w:ascii="Times New Roman" w:hAnsi="Times New Roman" w:cs="Times New Roman"/>
                <w:sz w:val="24"/>
                <w:szCs w:val="24"/>
              </w:rPr>
              <w:t xml:space="preserve"> rectangular arrays, equations, area models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432D42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432D42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="00432D42"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proofErr w:type="gramEnd"/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.  Model with mathematics.</w:t>
            </w:r>
          </w:p>
          <w:p w:rsidR="00D85633" w:rsidRPr="00D85633" w:rsidRDefault="00432D42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432D42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432D42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432D42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194D" w:rsidRPr="00D8194D" w:rsidRDefault="00D85633" w:rsidP="00D8194D">
            <w:pPr>
              <w:shd w:val="clear" w:color="auto" w:fill="FFFFFF" w:themeFill="background1"/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D8194D" w:rsidRPr="00701900">
              <w:rPr>
                <w:rFonts w:cstheme="minorHAnsi"/>
                <w:sz w:val="24"/>
                <w:szCs w:val="24"/>
              </w:rPr>
              <w:t xml:space="preserve"> </w:t>
            </w:r>
            <w:r w:rsidR="00D8194D" w:rsidRPr="00D8194D">
              <w:rPr>
                <w:rFonts w:cstheme="minorHAnsi"/>
                <w:sz w:val="24"/>
                <w:szCs w:val="24"/>
              </w:rPr>
              <w:t>5.NBT.6 Find whole-number quotients of whole numbers with up to four-digit dividends and two-digit divisors, using strategies based on place value, the properties of operations, and/or the relationship between multiplication and division. Illustrate and explain the calculation by using equati</w:t>
            </w:r>
            <w:r w:rsidR="00F23EEF">
              <w:rPr>
                <w:rFonts w:cstheme="minorHAnsi"/>
                <w:sz w:val="24"/>
                <w:szCs w:val="24"/>
              </w:rPr>
              <w:t xml:space="preserve">ons, rectangular arrays, and/or </w:t>
            </w:r>
            <w:r w:rsidR="00D8194D" w:rsidRPr="00D8194D">
              <w:rPr>
                <w:rFonts w:cstheme="minorHAnsi"/>
                <w:sz w:val="24"/>
                <w:szCs w:val="24"/>
              </w:rPr>
              <w:t>area</w:t>
            </w:r>
          </w:p>
          <w:p w:rsidR="00D8194D" w:rsidRPr="00D8194D" w:rsidRDefault="00D8194D" w:rsidP="00D8194D">
            <w:pPr>
              <w:shd w:val="clear" w:color="auto" w:fill="FFFFFF" w:themeFill="background1"/>
              <w:rPr>
                <w:rFonts w:cstheme="minorHAnsi"/>
                <w:sz w:val="24"/>
                <w:szCs w:val="24"/>
              </w:rPr>
            </w:pPr>
            <w:r w:rsidRPr="00D8194D">
              <w:rPr>
                <w:rFonts w:cstheme="minorHAnsi"/>
                <w:sz w:val="24"/>
                <w:szCs w:val="24"/>
              </w:rPr>
              <w:t xml:space="preserve">models.  </w:t>
            </w:r>
          </w:p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194D" w:rsidRDefault="00D85633" w:rsidP="00D8194D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D8194D">
              <w:rPr>
                <w:sz w:val="24"/>
                <w:szCs w:val="24"/>
              </w:rPr>
              <w:t xml:space="preserve"> </w:t>
            </w:r>
            <w:r w:rsidR="00D8194D">
              <w:rPr>
                <w:rFonts w:ascii="Calibri" w:eastAsia="Calibri" w:hAnsi="Calibri" w:cs="Times New Roman"/>
                <w:sz w:val="24"/>
                <w:szCs w:val="24"/>
              </w:rPr>
              <w:t>I can determine whole number quotients with up to four-digit dividends and one-digit divisors.</w:t>
            </w:r>
          </w:p>
          <w:p w:rsidR="00D85633" w:rsidRDefault="00D8194D" w:rsidP="00D819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I can determine whole number quotients with up to four-digit dividends and two-digit divisors.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76221B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Mix, Pair, Share vocabulary cards with words and definitions.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06441" w:rsidRPr="00F06441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7622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97913" w:rsidRPr="00397913">
              <w:rPr>
                <w:rFonts w:ascii="Times New Roman" w:hAnsi="Times New Roman" w:cs="Times New Roman"/>
                <w:sz w:val="24"/>
                <w:szCs w:val="24"/>
              </w:rPr>
              <w:t>Review Division with Divide</w:t>
            </w:r>
            <w:r w:rsidR="00397913">
              <w:rPr>
                <w:rFonts w:ascii="Times New Roman" w:hAnsi="Times New Roman" w:cs="Times New Roman"/>
                <w:sz w:val="24"/>
                <w:szCs w:val="24"/>
              </w:rPr>
              <w:t xml:space="preserve">/Multiply/Subtract/Check/Bring down </w:t>
            </w:r>
            <w:r w:rsidR="00B66070">
              <w:rPr>
                <w:rFonts w:ascii="Times New Roman" w:hAnsi="Times New Roman" w:cs="Times New Roman"/>
                <w:sz w:val="24"/>
                <w:szCs w:val="24"/>
              </w:rPr>
              <w:t xml:space="preserve">using a different color for each steps </w:t>
            </w:r>
            <w:r w:rsidR="00397913">
              <w:rPr>
                <w:rFonts w:ascii="Times New Roman" w:hAnsi="Times New Roman" w:cs="Times New Roman"/>
                <w:sz w:val="24"/>
                <w:szCs w:val="24"/>
              </w:rPr>
              <w:t>(DMSCB) with 73/8</w:t>
            </w:r>
            <w:r w:rsidR="00B66070">
              <w:rPr>
                <w:rFonts w:ascii="Times New Roman" w:hAnsi="Times New Roman" w:cs="Times New Roman"/>
                <w:sz w:val="24"/>
                <w:szCs w:val="24"/>
              </w:rPr>
              <w:t xml:space="preserve">. Next model </w:t>
            </w:r>
            <w:r w:rsidR="00F06441" w:rsidRPr="00F06441">
              <w:rPr>
                <w:rFonts w:ascii="Times New Roman" w:hAnsi="Times New Roman" w:cs="Times New Roman"/>
                <w:sz w:val="24"/>
                <w:szCs w:val="24"/>
              </w:rPr>
              <w:t>divisio</w:t>
            </w:r>
            <w:r w:rsidR="00DF0355">
              <w:rPr>
                <w:rFonts w:ascii="Times New Roman" w:hAnsi="Times New Roman" w:cs="Times New Roman"/>
                <w:sz w:val="24"/>
                <w:szCs w:val="24"/>
              </w:rPr>
              <w:t xml:space="preserve">n 173/14 with base ten blocks and </w:t>
            </w:r>
            <w:r w:rsidR="00B66070">
              <w:rPr>
                <w:rFonts w:ascii="Times New Roman" w:hAnsi="Times New Roman" w:cs="Times New Roman"/>
                <w:sz w:val="24"/>
                <w:szCs w:val="24"/>
              </w:rPr>
              <w:t>DMSCB.</w:t>
            </w:r>
          </w:p>
          <w:p w:rsidR="0046557B" w:rsidRDefault="0046557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F03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F064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0355" w:rsidRPr="00DF0355">
              <w:rPr>
                <w:rFonts w:ascii="Times New Roman" w:hAnsi="Times New Roman" w:cs="Times New Roman"/>
                <w:sz w:val="24"/>
                <w:szCs w:val="24"/>
              </w:rPr>
              <w:t>In groups students</w:t>
            </w:r>
            <w:r w:rsidR="00DF0355" w:rsidRPr="00F06441">
              <w:rPr>
                <w:rFonts w:ascii="Times New Roman" w:hAnsi="Times New Roman" w:cs="Times New Roman"/>
                <w:sz w:val="24"/>
                <w:szCs w:val="24"/>
              </w:rPr>
              <w:t xml:space="preserve"> are manipulating blocks or block picture cards </w:t>
            </w:r>
            <w:r w:rsidR="00DF0355">
              <w:rPr>
                <w:rFonts w:ascii="Times New Roman" w:hAnsi="Times New Roman" w:cs="Times New Roman"/>
                <w:sz w:val="24"/>
                <w:szCs w:val="24"/>
              </w:rPr>
              <w:t xml:space="preserve">and </w:t>
            </w:r>
            <w:r w:rsidR="00B66070">
              <w:rPr>
                <w:rFonts w:ascii="Times New Roman" w:hAnsi="Times New Roman" w:cs="Times New Roman"/>
                <w:sz w:val="24"/>
                <w:szCs w:val="24"/>
              </w:rPr>
              <w:t xml:space="preserve">writing out </w:t>
            </w:r>
            <w:r w:rsidR="00DF0355">
              <w:rPr>
                <w:rFonts w:ascii="Times New Roman" w:hAnsi="Times New Roman" w:cs="Times New Roman"/>
                <w:sz w:val="24"/>
                <w:szCs w:val="24"/>
              </w:rPr>
              <w:t>DMSCB</w:t>
            </w:r>
            <w:r w:rsidR="00B66070">
              <w:rPr>
                <w:rFonts w:ascii="Times New Roman" w:hAnsi="Times New Roman" w:cs="Times New Roman"/>
                <w:sz w:val="24"/>
                <w:szCs w:val="24"/>
              </w:rPr>
              <w:t xml:space="preserve"> in different colors</w:t>
            </w:r>
            <w:r w:rsidR="00DF0355">
              <w:rPr>
                <w:rFonts w:ascii="Times New Roman" w:hAnsi="Times New Roman" w:cs="Times New Roman"/>
                <w:sz w:val="24"/>
                <w:szCs w:val="24"/>
              </w:rPr>
              <w:t xml:space="preserve"> for the following equations. 262/12, 413/15, 324/13.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DF03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6070" w:rsidRPr="00B66070">
              <w:rPr>
                <w:rFonts w:ascii="Times New Roman" w:hAnsi="Times New Roman" w:cs="Times New Roman"/>
                <w:sz w:val="24"/>
                <w:szCs w:val="24"/>
              </w:rPr>
              <w:t>Students</w:t>
            </w:r>
            <w:r w:rsidR="00B66070">
              <w:rPr>
                <w:rFonts w:ascii="Times New Roman" w:hAnsi="Times New Roman" w:cs="Times New Roman"/>
                <w:sz w:val="24"/>
                <w:szCs w:val="24"/>
              </w:rPr>
              <w:t xml:space="preserve"> work independently in their journal solving the following equations</w:t>
            </w:r>
            <w:r w:rsidR="003916AB">
              <w:rPr>
                <w:rFonts w:ascii="Times New Roman" w:hAnsi="Times New Roman" w:cs="Times New Roman"/>
                <w:sz w:val="24"/>
                <w:szCs w:val="24"/>
              </w:rPr>
              <w:t>: 385/23, 563/19, 972/16, 804/21, 345/16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F06441" w:rsidRPr="00F06441">
              <w:rPr>
                <w:rFonts w:ascii="Times New Roman" w:hAnsi="Times New Roman" w:cs="Times New Roman"/>
                <w:sz w:val="24"/>
                <w:szCs w:val="24"/>
              </w:rPr>
              <w:t xml:space="preserve"> Teacher tube video </w:t>
            </w:r>
            <w:hyperlink r:id="rId13" w:history="1">
              <w:r w:rsidR="00F06441" w:rsidRPr="00F06441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http://www.teachertube.com/viewVideo.php?video_id=96849</w:t>
              </w:r>
            </w:hyperlink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D8194D" w:rsidRDefault="00D8194D" w:rsidP="00D8194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Students can use short-division method to solve problems</w:t>
            </w: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701900">
              <w:rPr>
                <w:rFonts w:cstheme="minorHAnsi"/>
                <w:bCs/>
                <w:sz w:val="24"/>
                <w:szCs w:val="24"/>
              </w:rPr>
              <w:t xml:space="preserve">accurately. </w:t>
            </w:r>
          </w:p>
          <w:p w:rsidR="00D8194D" w:rsidRDefault="00D8194D" w:rsidP="00D8194D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What If….</w:t>
            </w:r>
          </w:p>
          <w:p w:rsidR="005F086F" w:rsidRDefault="00D8194D" w:rsidP="00D8194D">
            <w:pPr>
              <w:pStyle w:val="ListParagraph"/>
              <w:ind w:left="45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We wanted to combine </w:t>
            </w:r>
            <w:r>
              <w:rPr>
                <w:rFonts w:cstheme="minorHAnsi"/>
                <w:bCs/>
                <w:sz w:val="24"/>
                <w:szCs w:val="24"/>
              </w:rPr>
              <w:lastRenderedPageBreak/>
              <w:t xml:space="preserve">another state such as South Carolina to our efforts?  </w:t>
            </w:r>
          </w:p>
          <w:p w:rsidR="00D8194D" w:rsidRPr="0042680B" w:rsidRDefault="00D8194D" w:rsidP="00D8194D">
            <w:pPr>
              <w:pStyle w:val="ListParagraph"/>
              <w:ind w:left="45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 </w:t>
            </w:r>
          </w:p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D8194D" w:rsidRPr="00701900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lastRenderedPageBreak/>
              <w:t>Teacher may limit the amount of items a student needs to complete to demonstrate proficiency.</w:t>
            </w:r>
          </w:p>
          <w:p w:rsidR="00D8194D" w:rsidRPr="00701900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 xml:space="preserve">Teacher can have the group </w:t>
            </w:r>
            <w:r w:rsidRPr="00701900">
              <w:rPr>
                <w:rFonts w:cstheme="minorHAnsi"/>
                <w:bCs/>
                <w:sz w:val="24"/>
                <w:szCs w:val="24"/>
              </w:rPr>
              <w:lastRenderedPageBreak/>
              <w:t xml:space="preserve">divide by 10, 12, or other two-digit divisor. </w:t>
            </w:r>
          </w:p>
          <w:p w:rsidR="00D8194D" w:rsidRPr="00701900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Student may use calculator after each calculation to check for accuracy.</w:t>
            </w:r>
          </w:p>
          <w:p w:rsidR="00D8194D" w:rsidRPr="00701900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Teacher may designate only one grade level instead of all three grade levels for calculations.</w:t>
            </w:r>
          </w:p>
          <w:p w:rsidR="00D8194D" w:rsidRPr="00701900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 xml:space="preserve">Use </w:t>
            </w:r>
            <w:r>
              <w:rPr>
                <w:rFonts w:cstheme="minorHAnsi"/>
                <w:bCs/>
                <w:sz w:val="24"/>
                <w:szCs w:val="24"/>
              </w:rPr>
              <w:t xml:space="preserve">an </w:t>
            </w:r>
            <w:r w:rsidRPr="00701900">
              <w:rPr>
                <w:rFonts w:cstheme="minorHAnsi"/>
                <w:bCs/>
                <w:sz w:val="24"/>
                <w:szCs w:val="24"/>
              </w:rPr>
              <w:t>organizer to show steps for division as they work through the problems.</w:t>
            </w:r>
          </w:p>
          <w:p w:rsidR="005F086F" w:rsidRDefault="00D8194D" w:rsidP="005F086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701900">
              <w:rPr>
                <w:rFonts w:cstheme="minorHAnsi"/>
                <w:bCs/>
                <w:sz w:val="24"/>
                <w:szCs w:val="24"/>
              </w:rPr>
              <w:t>Work with a partner and talk through the process as they solve it.</w:t>
            </w:r>
          </w:p>
          <w:p w:rsidR="005F086F" w:rsidRPr="005F086F" w:rsidRDefault="005F086F" w:rsidP="005F086F">
            <w:pPr>
              <w:pStyle w:val="ListParagraph"/>
              <w:numPr>
                <w:ilvl w:val="0"/>
                <w:numId w:val="12"/>
              </w:num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Allow use of a multiplication chart</w:t>
            </w:r>
          </w:p>
        </w:tc>
        <w:tc>
          <w:tcPr>
            <w:tcW w:w="3672" w:type="dxa"/>
          </w:tcPr>
          <w:p w:rsidR="00D8194D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2E7664">
              <w:rPr>
                <w:rFonts w:cstheme="minorHAnsi"/>
                <w:sz w:val="24"/>
                <w:szCs w:val="24"/>
              </w:rPr>
              <w:lastRenderedPageBreak/>
              <w:t>Build background for engaging scenario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D8194D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Students can partner read to increase comprehension.</w:t>
            </w:r>
          </w:p>
          <w:p w:rsidR="00D8194D" w:rsidRPr="002E7664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articles can be broken </w:t>
            </w:r>
            <w:r>
              <w:rPr>
                <w:rFonts w:cstheme="minorHAnsi"/>
                <w:sz w:val="24"/>
                <w:szCs w:val="24"/>
              </w:rPr>
              <w:lastRenderedPageBreak/>
              <w:t>down into sections giving the students opportunity to write down or highlight key words to demonstrate understanding.</w:t>
            </w:r>
          </w:p>
          <w:p w:rsidR="00D8194D" w:rsidRPr="002E7664" w:rsidRDefault="00D8194D" w:rsidP="00D8194D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2E7664">
              <w:rPr>
                <w:rFonts w:cstheme="minorHAnsi"/>
                <w:sz w:val="24"/>
                <w:szCs w:val="24"/>
              </w:rPr>
              <w:t>Explain how food that is donated is distributed to various organizations in Guilford County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5C4CBE" w:rsidRDefault="00D8194D" w:rsidP="00D819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664">
              <w:rPr>
                <w:rFonts w:cstheme="minorHAnsi"/>
                <w:bCs/>
                <w:sz w:val="24"/>
                <w:szCs w:val="24"/>
              </w:rPr>
              <w:t xml:space="preserve">Use </w:t>
            </w:r>
            <w:r>
              <w:rPr>
                <w:rFonts w:cstheme="minorHAnsi"/>
                <w:bCs/>
                <w:sz w:val="24"/>
                <w:szCs w:val="24"/>
              </w:rPr>
              <w:t xml:space="preserve">an </w:t>
            </w:r>
            <w:r w:rsidRPr="002E7664">
              <w:rPr>
                <w:rFonts w:cstheme="minorHAnsi"/>
                <w:bCs/>
                <w:sz w:val="24"/>
                <w:szCs w:val="24"/>
              </w:rPr>
              <w:t xml:space="preserve">organizer to show steps for division as they work through the problems. </w:t>
            </w:r>
            <w:r w:rsidRPr="002E7664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91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Review of Independent work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0D45" w:rsidRDefault="00A00D45" w:rsidP="00A00D4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elements of the lesson worked, which elements did not</w:t>
            </w:r>
          </w:p>
          <w:p w:rsidR="00A00D45" w:rsidRDefault="00A00D45" w:rsidP="00A00D4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Which students have achieved mastery</w:t>
            </w:r>
          </w:p>
          <w:p w:rsidR="00A00D45" w:rsidRDefault="00A00D45" w:rsidP="00A00D4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Does any material need to be retaught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106"/>
    <w:multiLevelType w:val="hybridMultilevel"/>
    <w:tmpl w:val="607020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D7779"/>
    <w:multiLevelType w:val="hybridMultilevel"/>
    <w:tmpl w:val="52445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A3570"/>
    <w:multiLevelType w:val="hybridMultilevel"/>
    <w:tmpl w:val="B21C83F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9B5935"/>
    <w:multiLevelType w:val="hybridMultilevel"/>
    <w:tmpl w:val="AA307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B97A66"/>
    <w:multiLevelType w:val="hybridMultilevel"/>
    <w:tmpl w:val="E6001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6F5B25"/>
    <w:multiLevelType w:val="hybridMultilevel"/>
    <w:tmpl w:val="6BA29CF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1"/>
  </w:num>
  <w:num w:numId="6">
    <w:abstractNumId w:val="7"/>
  </w:num>
  <w:num w:numId="7">
    <w:abstractNumId w:val="10"/>
  </w:num>
  <w:num w:numId="8">
    <w:abstractNumId w:val="12"/>
  </w:num>
  <w:num w:numId="9">
    <w:abstractNumId w:val="3"/>
  </w:num>
  <w:num w:numId="10">
    <w:abstractNumId w:val="8"/>
  </w:num>
  <w:num w:numId="11">
    <w:abstractNumId w:val="0"/>
  </w:num>
  <w:num w:numId="12">
    <w:abstractNumId w:val="9"/>
  </w:num>
  <w:num w:numId="1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224A5F"/>
    <w:rsid w:val="00274ACD"/>
    <w:rsid w:val="0028190D"/>
    <w:rsid w:val="003318CC"/>
    <w:rsid w:val="0034540C"/>
    <w:rsid w:val="003916AB"/>
    <w:rsid w:val="00397913"/>
    <w:rsid w:val="003D7D31"/>
    <w:rsid w:val="00432D42"/>
    <w:rsid w:val="0046557B"/>
    <w:rsid w:val="004A6DF9"/>
    <w:rsid w:val="004B658C"/>
    <w:rsid w:val="0051657B"/>
    <w:rsid w:val="00570FB8"/>
    <w:rsid w:val="005C4CBE"/>
    <w:rsid w:val="005F086F"/>
    <w:rsid w:val="00643719"/>
    <w:rsid w:val="00643B3E"/>
    <w:rsid w:val="006A0ACD"/>
    <w:rsid w:val="0076221B"/>
    <w:rsid w:val="007B401D"/>
    <w:rsid w:val="008C13D7"/>
    <w:rsid w:val="00987AC9"/>
    <w:rsid w:val="009B085C"/>
    <w:rsid w:val="00A00D45"/>
    <w:rsid w:val="00A554CA"/>
    <w:rsid w:val="00A67FA5"/>
    <w:rsid w:val="00B51CA8"/>
    <w:rsid w:val="00B66070"/>
    <w:rsid w:val="00B80F27"/>
    <w:rsid w:val="00C92D93"/>
    <w:rsid w:val="00CB2DBC"/>
    <w:rsid w:val="00CD5617"/>
    <w:rsid w:val="00D6019C"/>
    <w:rsid w:val="00D7779B"/>
    <w:rsid w:val="00D8194D"/>
    <w:rsid w:val="00D85633"/>
    <w:rsid w:val="00DF0355"/>
    <w:rsid w:val="00F06441"/>
    <w:rsid w:val="00F23EE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4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6557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9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teachertube.com/viewVideo.php?video_id=96849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D8D94A-E2F7-485C-B8BB-75B30A32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5170780B.dotm</Template>
  <TotalTime>58</TotalTime>
  <Pages>2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8</cp:revision>
  <dcterms:created xsi:type="dcterms:W3CDTF">2012-07-18T18:38:00Z</dcterms:created>
  <dcterms:modified xsi:type="dcterms:W3CDTF">2012-07-19T16:50:00Z</dcterms:modified>
</cp:coreProperties>
</file>